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3F9F45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A21059">
        <w:rPr>
          <w:b/>
          <w:color w:val="FF5200" w:themeColor="accent2"/>
          <w:sz w:val="36"/>
          <w:szCs w:val="36"/>
        </w:rPr>
        <w:t>názvem „</w:t>
      </w:r>
      <w:r w:rsidR="00A21059" w:rsidRPr="00A21059">
        <w:rPr>
          <w:b/>
          <w:color w:val="FF5200" w:themeColor="accent2"/>
          <w:sz w:val="36"/>
          <w:szCs w:val="36"/>
        </w:rPr>
        <w:t>Pořízení RHEL licencí</w:t>
      </w:r>
      <w:r w:rsidR="0031280B" w:rsidRPr="00A21059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C2A1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B3B5C" w:rsidRPr="000B3B5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537/2026-SŽ-SŽT-OPS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EBF860B" w14:textId="7ABF8BD1" w:rsidR="008803F1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3771096" w:history="1">
            <w:r w:rsidR="008803F1" w:rsidRPr="008B7DB2">
              <w:rPr>
                <w:rStyle w:val="Hypertextovodkaz"/>
                <w:noProof/>
              </w:rPr>
              <w:t>Kapitola 1.</w:t>
            </w:r>
            <w:r w:rsidR="008803F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803F1" w:rsidRPr="008B7DB2">
              <w:rPr>
                <w:rStyle w:val="Hypertextovodkaz"/>
                <w:noProof/>
              </w:rPr>
              <w:t>Základní údaje k nabídce</w:t>
            </w:r>
            <w:r w:rsidR="008803F1">
              <w:rPr>
                <w:noProof/>
                <w:webHidden/>
              </w:rPr>
              <w:tab/>
            </w:r>
            <w:r w:rsidR="008803F1">
              <w:rPr>
                <w:noProof/>
                <w:webHidden/>
              </w:rPr>
              <w:fldChar w:fldCharType="begin"/>
            </w:r>
            <w:r w:rsidR="008803F1">
              <w:rPr>
                <w:noProof/>
                <w:webHidden/>
              </w:rPr>
              <w:instrText xml:space="preserve"> PAGEREF _Toc213771096 \h </w:instrText>
            </w:r>
            <w:r w:rsidR="008803F1">
              <w:rPr>
                <w:noProof/>
                <w:webHidden/>
              </w:rPr>
            </w:r>
            <w:r w:rsidR="008803F1">
              <w:rPr>
                <w:noProof/>
                <w:webHidden/>
              </w:rPr>
              <w:fldChar w:fldCharType="separate"/>
            </w:r>
            <w:r w:rsidR="008803F1">
              <w:rPr>
                <w:noProof/>
                <w:webHidden/>
              </w:rPr>
              <w:t>2</w:t>
            </w:r>
            <w:r w:rsidR="008803F1">
              <w:rPr>
                <w:noProof/>
                <w:webHidden/>
              </w:rPr>
              <w:fldChar w:fldCharType="end"/>
            </w:r>
          </w:hyperlink>
        </w:p>
        <w:p w14:paraId="74863B78" w14:textId="0EDEBF5B" w:rsidR="008803F1" w:rsidRDefault="008803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71097" w:history="1">
            <w:r w:rsidRPr="008B7DB2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B7DB2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A464E0" w14:textId="7C803865" w:rsidR="008803F1" w:rsidRDefault="008803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71098" w:history="1">
            <w:r w:rsidRPr="008B7DB2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B7DB2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ED000" w14:textId="54F5C3A9" w:rsidR="008803F1" w:rsidRDefault="008803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71099" w:history="1">
            <w:r w:rsidRPr="008B7DB2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B7DB2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E55B0" w14:textId="4997350A" w:rsidR="008803F1" w:rsidRDefault="008803F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71100" w:history="1">
            <w:r w:rsidRPr="008B7DB2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B7DB2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69F191" w14:textId="07D78971" w:rsidR="008803F1" w:rsidRDefault="008803F1" w:rsidP="008803F1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771101" w:history="1">
            <w:r w:rsidRPr="008B7DB2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B7DB2">
              <w:rPr>
                <w:rStyle w:val="Hypertextovodkaz"/>
                <w:noProof/>
              </w:rPr>
              <w:t>Čestné</w:t>
            </w:r>
            <w:r w:rsidRPr="008B7DB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D651D1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377109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4D2140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DD2D50">
        <w:rPr>
          <w:rFonts w:eastAsia="Times New Roman" w:cs="Times New Roman"/>
          <w:lang w:eastAsia="cs-CZ"/>
        </w:rPr>
        <w:t>podlimitní sektorovou veřejnou zakázku</w:t>
      </w:r>
      <w:r w:rsidRPr="00DD2D50">
        <w:t>, jsou pravdivé</w:t>
      </w:r>
      <w:r w:rsidR="009771C9" w:rsidRPr="00DD2D50">
        <w:t>, úplné a odpovídají skutečnosti</w:t>
      </w:r>
      <w:r w:rsidRPr="00DD2D50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564A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564A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3771097"/>
      <w:r>
        <w:lastRenderedPageBreak/>
        <w:t>Ceník</w:t>
      </w:r>
      <w:bookmarkEnd w:id="1"/>
    </w:p>
    <w:p w14:paraId="5386E731" w14:textId="222C809B" w:rsidR="00427650" w:rsidRDefault="002072A0" w:rsidP="00BD1334">
      <w:pPr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A47149">
        <w:rPr>
          <w:rStyle w:val="Siln"/>
          <w:b w:val="0"/>
          <w:bCs w:val="0"/>
        </w:rPr>
        <w:t>2</w:t>
      </w:r>
      <w:r w:rsidRPr="00A47149">
        <w:rPr>
          <w:rStyle w:val="Siln"/>
          <w:b w:val="0"/>
          <w:bCs w:val="0"/>
        </w:rPr>
        <w:t xml:space="preserve"> Závazného vzoru smlouvy</w:t>
      </w:r>
      <w:r w:rsidR="003340DC">
        <w:rPr>
          <w:rStyle w:val="Siln"/>
          <w:b w:val="0"/>
          <w:bCs w:val="0"/>
        </w:rPr>
        <w:t>, který je přílohou č. 3 Výzvy k podání nabídky</w:t>
      </w:r>
      <w:r w:rsidR="00BD1334">
        <w:rPr>
          <w:rStyle w:val="Siln"/>
          <w:b w:val="0"/>
          <w:bCs w:val="0"/>
        </w:rPr>
        <w:t xml:space="preserve">. </w:t>
      </w: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377109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377109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377110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377110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32A27CB1" w14:textId="70D88A25" w:rsidR="000128D4" w:rsidRPr="008803F1" w:rsidRDefault="000B5E1C" w:rsidP="008803F1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  <w:r w:rsidR="000128D4"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Default="00B87D91" w:rsidP="00E666DF"/>
    <w:p w14:paraId="1AE12753" w14:textId="77777777" w:rsidR="008803F1" w:rsidRPr="008803F1" w:rsidRDefault="008803F1" w:rsidP="008803F1"/>
    <w:p w14:paraId="1E97CACE" w14:textId="77777777" w:rsidR="008803F1" w:rsidRPr="008803F1" w:rsidRDefault="008803F1" w:rsidP="008803F1"/>
    <w:p w14:paraId="4060AAC6" w14:textId="77777777" w:rsidR="008803F1" w:rsidRPr="008803F1" w:rsidRDefault="008803F1" w:rsidP="008803F1"/>
    <w:p w14:paraId="07944FD2" w14:textId="77777777" w:rsidR="008803F1" w:rsidRPr="008803F1" w:rsidRDefault="008803F1" w:rsidP="008803F1"/>
    <w:p w14:paraId="6CE6A528" w14:textId="77777777" w:rsidR="008803F1" w:rsidRPr="008803F1" w:rsidRDefault="008803F1" w:rsidP="008803F1"/>
    <w:p w14:paraId="227BA15C" w14:textId="77777777" w:rsidR="008803F1" w:rsidRPr="008803F1" w:rsidRDefault="008803F1" w:rsidP="008803F1"/>
    <w:p w14:paraId="5C8EC26C" w14:textId="77777777" w:rsidR="008803F1" w:rsidRPr="008803F1" w:rsidRDefault="008803F1" w:rsidP="008803F1"/>
    <w:p w14:paraId="12A70890" w14:textId="77777777" w:rsidR="008803F1" w:rsidRPr="008803F1" w:rsidRDefault="008803F1" w:rsidP="008803F1"/>
    <w:p w14:paraId="79FFB805" w14:textId="77777777" w:rsidR="008803F1" w:rsidRPr="008803F1" w:rsidRDefault="008803F1" w:rsidP="008803F1"/>
    <w:p w14:paraId="53D024B9" w14:textId="77777777" w:rsidR="008803F1" w:rsidRPr="008803F1" w:rsidRDefault="008803F1" w:rsidP="008803F1"/>
    <w:p w14:paraId="520EBB02" w14:textId="77777777" w:rsidR="008803F1" w:rsidRPr="008803F1" w:rsidRDefault="008803F1" w:rsidP="008803F1"/>
    <w:p w14:paraId="34BA3286" w14:textId="77777777" w:rsidR="008803F1" w:rsidRPr="008803F1" w:rsidRDefault="008803F1" w:rsidP="008803F1"/>
    <w:p w14:paraId="006A6753" w14:textId="77777777" w:rsidR="008803F1" w:rsidRPr="008803F1" w:rsidRDefault="008803F1" w:rsidP="008803F1"/>
    <w:p w14:paraId="6ACEF3FC" w14:textId="77777777" w:rsidR="008803F1" w:rsidRPr="008803F1" w:rsidRDefault="008803F1" w:rsidP="008803F1"/>
    <w:p w14:paraId="75BCE8A2" w14:textId="77777777" w:rsidR="008803F1" w:rsidRPr="008803F1" w:rsidRDefault="008803F1" w:rsidP="008803F1"/>
    <w:p w14:paraId="014AB76D" w14:textId="77777777" w:rsidR="008803F1" w:rsidRPr="008803F1" w:rsidRDefault="008803F1" w:rsidP="008803F1">
      <w:pPr>
        <w:jc w:val="center"/>
      </w:pPr>
    </w:p>
    <w:sectPr w:rsidR="008803F1" w:rsidRPr="008803F1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A94DB" w14:textId="77777777" w:rsidR="003A5F75" w:rsidRDefault="003A5F75" w:rsidP="00962258">
      <w:pPr>
        <w:spacing w:after="0" w:line="240" w:lineRule="auto"/>
      </w:pPr>
      <w:r>
        <w:separator/>
      </w:r>
    </w:p>
  </w:endnote>
  <w:endnote w:type="continuationSeparator" w:id="0">
    <w:p w14:paraId="281DF051" w14:textId="77777777" w:rsidR="003A5F75" w:rsidRDefault="003A5F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68E12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5CAA26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6635DB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53C7F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FC105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B6AD1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125A9" w14:textId="77777777" w:rsidR="003A5F75" w:rsidRDefault="003A5F75" w:rsidP="00962258">
      <w:pPr>
        <w:spacing w:after="0" w:line="240" w:lineRule="auto"/>
      </w:pPr>
      <w:r>
        <w:separator/>
      </w:r>
    </w:p>
  </w:footnote>
  <w:footnote w:type="continuationSeparator" w:id="0">
    <w:p w14:paraId="472F3586" w14:textId="77777777" w:rsidR="003A5F75" w:rsidRDefault="003A5F75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BBC52" w14:textId="77777777" w:rsidR="004C2B9F" w:rsidRDefault="004C2B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D326D" w14:textId="77777777" w:rsidR="004C2B9F" w:rsidRDefault="004C2B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1108"/>
    <w:rsid w:val="000A412D"/>
    <w:rsid w:val="000B1571"/>
    <w:rsid w:val="000B3B5C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124C"/>
    <w:rsid w:val="002E0CD7"/>
    <w:rsid w:val="002F50CD"/>
    <w:rsid w:val="00304B06"/>
    <w:rsid w:val="0031030C"/>
    <w:rsid w:val="0031280B"/>
    <w:rsid w:val="00321D98"/>
    <w:rsid w:val="003221F2"/>
    <w:rsid w:val="003340DC"/>
    <w:rsid w:val="00341DCF"/>
    <w:rsid w:val="00354C5C"/>
    <w:rsid w:val="00357BC6"/>
    <w:rsid w:val="0036634F"/>
    <w:rsid w:val="00375D95"/>
    <w:rsid w:val="003956C6"/>
    <w:rsid w:val="003A5F75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57F"/>
    <w:rsid w:val="00491827"/>
    <w:rsid w:val="004B348C"/>
    <w:rsid w:val="004C2B9F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1F28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4AE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76504"/>
    <w:rsid w:val="008803F1"/>
    <w:rsid w:val="00882189"/>
    <w:rsid w:val="00886D4B"/>
    <w:rsid w:val="00895406"/>
    <w:rsid w:val="008A3568"/>
    <w:rsid w:val="008B1A2C"/>
    <w:rsid w:val="008C2A1D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188E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1059"/>
    <w:rsid w:val="00A23E99"/>
    <w:rsid w:val="00A327CB"/>
    <w:rsid w:val="00A36125"/>
    <w:rsid w:val="00A47149"/>
    <w:rsid w:val="00A6177B"/>
    <w:rsid w:val="00A63D48"/>
    <w:rsid w:val="00A66136"/>
    <w:rsid w:val="00A74632"/>
    <w:rsid w:val="00A924FC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1334"/>
    <w:rsid w:val="00BD7E91"/>
    <w:rsid w:val="00C02D0A"/>
    <w:rsid w:val="00C03A6E"/>
    <w:rsid w:val="00C044EE"/>
    <w:rsid w:val="00C11942"/>
    <w:rsid w:val="00C15E30"/>
    <w:rsid w:val="00C228EE"/>
    <w:rsid w:val="00C3428A"/>
    <w:rsid w:val="00C42F3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2D50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5684C"/>
    <w:rsid w:val="00E57B73"/>
    <w:rsid w:val="00E6656A"/>
    <w:rsid w:val="00E666DF"/>
    <w:rsid w:val="00E85D44"/>
    <w:rsid w:val="00EA1485"/>
    <w:rsid w:val="00EA68D7"/>
    <w:rsid w:val="00EA6FFD"/>
    <w:rsid w:val="00EB104F"/>
    <w:rsid w:val="00EC6BD1"/>
    <w:rsid w:val="00ED14BD"/>
    <w:rsid w:val="00EF34C5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1116</Words>
  <Characters>6387</Characters>
  <Application>Microsoft Office Word</Application>
  <DocSecurity>0</DocSecurity>
  <Lines>154</Lines>
  <Paragraphs>57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Pluhařová Lenka</cp:lastModifiedBy>
  <cp:revision>27</cp:revision>
  <cp:lastPrinted>2023-10-05T09:40:00Z</cp:lastPrinted>
  <dcterms:created xsi:type="dcterms:W3CDTF">2025-11-06T13:47:00Z</dcterms:created>
  <dcterms:modified xsi:type="dcterms:W3CDTF">2026-02-05T08:16:00Z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